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6F94CECA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9258E2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D5FA3F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590CD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8C8B02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36513C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84FA8"/>
    <w:rsid w:val="000E23A7"/>
    <w:rsid w:val="000E5BFB"/>
    <w:rsid w:val="0010693F"/>
    <w:rsid w:val="00114472"/>
    <w:rsid w:val="001550BC"/>
    <w:rsid w:val="001605B9"/>
    <w:rsid w:val="00160FFE"/>
    <w:rsid w:val="00170EC5"/>
    <w:rsid w:val="001747C1"/>
    <w:rsid w:val="00184743"/>
    <w:rsid w:val="001C22B6"/>
    <w:rsid w:val="001D1311"/>
    <w:rsid w:val="00207DF5"/>
    <w:rsid w:val="00216C0D"/>
    <w:rsid w:val="00280E07"/>
    <w:rsid w:val="0029318D"/>
    <w:rsid w:val="002C31BF"/>
    <w:rsid w:val="002D08B1"/>
    <w:rsid w:val="002E0CD7"/>
    <w:rsid w:val="003146C2"/>
    <w:rsid w:val="00331BE6"/>
    <w:rsid w:val="00341DCF"/>
    <w:rsid w:val="00357BC6"/>
    <w:rsid w:val="003956C6"/>
    <w:rsid w:val="003963F9"/>
    <w:rsid w:val="00412F89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4B4B"/>
    <w:rsid w:val="00523EA7"/>
    <w:rsid w:val="0053094C"/>
    <w:rsid w:val="00553375"/>
    <w:rsid w:val="00557C28"/>
    <w:rsid w:val="005736B7"/>
    <w:rsid w:val="00575E5A"/>
    <w:rsid w:val="005F1404"/>
    <w:rsid w:val="005F2165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258E2"/>
    <w:rsid w:val="00936091"/>
    <w:rsid w:val="00940D8A"/>
    <w:rsid w:val="00962258"/>
    <w:rsid w:val="00964607"/>
    <w:rsid w:val="009678B7"/>
    <w:rsid w:val="009833E1"/>
    <w:rsid w:val="009843A5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C7EB4"/>
    <w:rsid w:val="00AD056F"/>
    <w:rsid w:val="00AD6731"/>
    <w:rsid w:val="00AE50E1"/>
    <w:rsid w:val="00B15D0D"/>
    <w:rsid w:val="00B34FD9"/>
    <w:rsid w:val="00B71E1B"/>
    <w:rsid w:val="00B75EE1"/>
    <w:rsid w:val="00B76BA3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25ABD"/>
    <w:rsid w:val="00D4108E"/>
    <w:rsid w:val="00D44F96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2</cp:revision>
  <cp:lastPrinted>2017-11-28T17:18:00Z</cp:lastPrinted>
  <dcterms:created xsi:type="dcterms:W3CDTF">2025-05-27T10:52:00Z</dcterms:created>
  <dcterms:modified xsi:type="dcterms:W3CDTF">2025-05-27T10:52:00Z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